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1F3E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="001F3E4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1F3E41" w:rsidRPr="001F3E4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1F3E41" w:rsidRPr="001F3E4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Ο2.Ε54 Κάρτα Γραφικών Τύπου 03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F3E41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E41" w:rsidRPr="00FE320D" w:rsidRDefault="001F3E41" w:rsidP="001F3E4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ΚΑΡΤΑ ΓΡΑΦΙΚΩΝ 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7800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XT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16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GDDR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6 ή καλύτερη</w:t>
            </w:r>
          </w:p>
        </w:tc>
        <w:tc>
          <w:tcPr>
            <w:tcW w:w="1441" w:type="dxa"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F3E41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E41" w:rsidRPr="00DF25B3" w:rsidRDefault="001F3E41" w:rsidP="001F3E4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PCI Express x16 4.0</w:t>
            </w:r>
          </w:p>
        </w:tc>
        <w:tc>
          <w:tcPr>
            <w:tcW w:w="1441" w:type="dxa"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F3E41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E41" w:rsidRPr="00DF25B3" w:rsidRDefault="001F3E41" w:rsidP="001F3E4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Μέγιστη Ανάλυση 7680x4320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pixels</w:t>
            </w:r>
            <w:proofErr w:type="spellEnd"/>
          </w:p>
        </w:tc>
        <w:tc>
          <w:tcPr>
            <w:tcW w:w="1441" w:type="dxa"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F3E41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E41" w:rsidRPr="00DF25B3" w:rsidRDefault="001F3E41" w:rsidP="001F3E4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Αερόψυκτη</w:t>
            </w:r>
          </w:p>
        </w:tc>
        <w:tc>
          <w:tcPr>
            <w:tcW w:w="1441" w:type="dxa"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F3E41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3E41" w:rsidRPr="00DF25B3" w:rsidRDefault="001F3E41" w:rsidP="001F3E4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16 GB</w:t>
            </w:r>
          </w:p>
        </w:tc>
        <w:tc>
          <w:tcPr>
            <w:tcW w:w="1441" w:type="dxa"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3E41" w:rsidRPr="00DF25B3" w:rsidRDefault="001F3E41" w:rsidP="001F3E4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C1592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bookmarkStart w:id="0" w:name="_GoBack" w:colFirst="2" w:colLast="2"/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92" w:rsidRPr="00DF25B3" w:rsidRDefault="007C1592" w:rsidP="007C15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GDDR6</w:t>
            </w:r>
          </w:p>
        </w:tc>
        <w:tc>
          <w:tcPr>
            <w:tcW w:w="1441" w:type="dxa"/>
          </w:tcPr>
          <w:p w:rsidR="007C1592" w:rsidRDefault="007C1592" w:rsidP="007C1592">
            <w:r w:rsidRPr="007470B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C1592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92" w:rsidRPr="00DF25B3" w:rsidRDefault="007C1592" w:rsidP="007C15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Memory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bus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256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bit</w:t>
            </w:r>
            <w:proofErr w:type="spellEnd"/>
          </w:p>
        </w:tc>
        <w:tc>
          <w:tcPr>
            <w:tcW w:w="1441" w:type="dxa"/>
          </w:tcPr>
          <w:p w:rsidR="007C1592" w:rsidRDefault="007C1592" w:rsidP="007C1592">
            <w:r w:rsidRPr="007470B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C1592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92" w:rsidRPr="00DF25B3" w:rsidRDefault="007C1592" w:rsidP="007C15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441" w:type="dxa"/>
          </w:tcPr>
          <w:p w:rsidR="007C1592" w:rsidRDefault="007C1592" w:rsidP="007C1592">
            <w:r w:rsidRPr="007470B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C159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C1592" w:rsidRPr="00DF25B3" w:rsidRDefault="007C1592" w:rsidP="007C15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DisplayPort</w:t>
            </w:r>
            <w:proofErr w:type="spellEnd"/>
          </w:p>
        </w:tc>
        <w:tc>
          <w:tcPr>
            <w:tcW w:w="1441" w:type="dxa"/>
          </w:tcPr>
          <w:p w:rsidR="007C1592" w:rsidRDefault="007C1592" w:rsidP="007C1592">
            <w:r w:rsidRPr="007470B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C1592" w:rsidRPr="00DF25B3" w:rsidRDefault="007C1592" w:rsidP="007C15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bookmarkEnd w:id="0"/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1F3E41"/>
    <w:rsid w:val="002B7ED1"/>
    <w:rsid w:val="002D2965"/>
    <w:rsid w:val="00406FB0"/>
    <w:rsid w:val="004E1264"/>
    <w:rsid w:val="00633A63"/>
    <w:rsid w:val="00671793"/>
    <w:rsid w:val="007C1592"/>
    <w:rsid w:val="00A40B4A"/>
    <w:rsid w:val="00AC2BC0"/>
    <w:rsid w:val="00C60E4A"/>
    <w:rsid w:val="00EB2777"/>
    <w:rsid w:val="00F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E5A6D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56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2025-09-10T08:30:00Z</dcterms:created>
  <dcterms:modified xsi:type="dcterms:W3CDTF">2025-09-10T08:30:00Z</dcterms:modified>
</cp:coreProperties>
</file>